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94A63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1. Sitzung | WS</w:t>
      </w:r>
      <w:r w:rsidR="006204D1">
        <w:rPr>
          <w:rFonts w:ascii="Arial Narrow" w:hAnsi="Arial Narrow"/>
          <w:sz w:val="22"/>
          <w:lang w:val="de-DE"/>
        </w:rPr>
        <w:t>15</w:t>
      </w:r>
      <w:r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694A63">
        <w:rPr>
          <w:rFonts w:ascii="Arial Narrow" w:hAnsi="Arial Narrow"/>
          <w:noProof/>
          <w:sz w:val="22"/>
          <w:lang w:val="de-DE"/>
        </w:rPr>
        <w:t>30.09.2015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14:00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D24AA6" w:rsidRDefault="00694A63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 Begrüßung</w:t>
      </w:r>
    </w:p>
    <w:p w:rsidR="00694A63" w:rsidRDefault="00694A63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Rallye</w:t>
      </w:r>
    </w:p>
    <w:p w:rsidR="00694A63" w:rsidRDefault="00694A63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Referatsvorstellung</w:t>
      </w:r>
      <w:bookmarkStart w:id="0" w:name="_GoBack"/>
      <w:bookmarkEnd w:id="0"/>
    </w:p>
    <w:p w:rsidR="00694A63" w:rsidRDefault="00694A63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 2. Vorsitz</w:t>
      </w:r>
    </w:p>
    <w:p w:rsidR="00694A63" w:rsidRDefault="00694A63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Vorschlag 6 AStA Mitglieder (fest)</w:t>
      </w:r>
    </w:p>
    <w:p w:rsidR="00694A63" w:rsidRDefault="00694A63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INFO: Ersti Party &amp; HSB</w:t>
      </w:r>
    </w:p>
    <w:p w:rsidR="00694A63" w:rsidRPr="00D24AA6" w:rsidRDefault="00694A63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694A63" w:rsidRPr="00D24AA6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94A63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204D1"/>
    <w:rsid w:val="00685893"/>
    <w:rsid w:val="00686ECB"/>
    <w:rsid w:val="00694A63"/>
    <w:rsid w:val="006A01E2"/>
    <w:rsid w:val="006A0CE7"/>
    <w:rsid w:val="006A2577"/>
    <w:rsid w:val="006A6E9D"/>
    <w:rsid w:val="006C4D68"/>
    <w:rsid w:val="006F55D7"/>
    <w:rsid w:val="00713690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4AA6"/>
    <w:rsid w:val="00D523B8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41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Lukas Scheuerle</cp:lastModifiedBy>
  <cp:revision>10</cp:revision>
  <cp:lastPrinted>2013-05-13T11:09:00Z</cp:lastPrinted>
  <dcterms:created xsi:type="dcterms:W3CDTF">2013-07-11T11:14:00Z</dcterms:created>
  <dcterms:modified xsi:type="dcterms:W3CDTF">2015-09-30T11:45:00Z</dcterms:modified>
</cp:coreProperties>
</file>